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E3" w:rsidRDefault="000A27E3" w:rsidP="007F3415">
      <w:pPr>
        <w:pStyle w:val="Heading1"/>
        <w:tabs>
          <w:tab w:val="left" w:pos="13750"/>
        </w:tabs>
        <w:rPr>
          <w:rFonts w:cs="Times New Roman"/>
        </w:rPr>
      </w:pPr>
      <w:r>
        <w:rPr>
          <w:noProof/>
          <w:lang w:eastAsia="hu-HU"/>
        </w:rPr>
        <w:pict>
          <v:line id="Egyenes összekötő 4" o:spid="_x0000_s1026" style="position:absolute;z-index:251658752;visibility:visible" from="244.15pt,139.9pt" to="244.15pt,148.15pt" strokecolor="#5b9bd5" strokeweight="1pt">
            <v:stroke joinstyle="miter"/>
          </v:line>
        </w:pict>
      </w:r>
      <w:r>
        <w:rPr>
          <w:noProof/>
          <w:lang w:eastAsia="hu-HU"/>
        </w:rPr>
        <w:pict>
          <v:line id="Egyenes összekötő 3" o:spid="_x0000_s1027" style="position:absolute;z-index:251657728;visibility:visible" from="244.15pt,94.9pt" to="244.15pt,101.65pt" strokecolor="#5b9bd5" strokeweight="1pt">
            <v:stroke joinstyle="miter"/>
          </v:line>
        </w:pict>
      </w:r>
      <w:r>
        <w:rPr>
          <w:noProof/>
          <w:lang w:eastAsia="hu-HU"/>
        </w:rPr>
        <w:pict>
          <v:line id="Egyenes összekötő 1" o:spid="_x0000_s1028" style="position:absolute;z-index:251656704;visibility:visible" from="243.4pt,50.65pt" to="243.4pt,58.15pt" strokecolor="#5b9bd5" strokeweight="1pt">
            <v:stroke joinstyle="miter"/>
          </v:line>
        </w:pict>
      </w:r>
      <w:r>
        <w:rPr>
          <w:noProof/>
          <w:lang w:eastAsia="hu-HU"/>
        </w:rPr>
        <w:t xml:space="preserve">  </w:t>
      </w:r>
      <w:r w:rsidRPr="00606C6E">
        <w:rPr>
          <w:rFonts w:cs="Times New Roman"/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2" o:spid="_x0000_i1025" type="#_x0000_t75" style="width:673.5pt;height:441pt;visibility:visible">
            <v:imagedata r:id="rId4" o:title="" cropbottom="-1412f" cropleft="-6014f" cropright="-5963f"/>
            <o:lock v:ext="edit" aspectratio="f"/>
          </v:shape>
        </w:pict>
      </w:r>
    </w:p>
    <w:sectPr w:rsidR="000A27E3" w:rsidSect="007F34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DBD"/>
    <w:rsid w:val="00002A7F"/>
    <w:rsid w:val="00052420"/>
    <w:rsid w:val="000A27E3"/>
    <w:rsid w:val="001B4274"/>
    <w:rsid w:val="001B5049"/>
    <w:rsid w:val="002A530A"/>
    <w:rsid w:val="003B4A06"/>
    <w:rsid w:val="003F1DAA"/>
    <w:rsid w:val="005060D7"/>
    <w:rsid w:val="005C1DBD"/>
    <w:rsid w:val="005C2EB3"/>
    <w:rsid w:val="00606C6E"/>
    <w:rsid w:val="00643BAF"/>
    <w:rsid w:val="00650D84"/>
    <w:rsid w:val="006A482C"/>
    <w:rsid w:val="007F3415"/>
    <w:rsid w:val="00807FE6"/>
    <w:rsid w:val="00922993"/>
    <w:rsid w:val="00925BA0"/>
    <w:rsid w:val="009A53E9"/>
    <w:rsid w:val="00A149FC"/>
    <w:rsid w:val="00B325E7"/>
    <w:rsid w:val="00BA5B1F"/>
    <w:rsid w:val="00BB33C7"/>
    <w:rsid w:val="00CC6722"/>
    <w:rsid w:val="00CD1375"/>
    <w:rsid w:val="00CF4F1E"/>
    <w:rsid w:val="00DB6286"/>
    <w:rsid w:val="00DB6D4F"/>
    <w:rsid w:val="00E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DAA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3415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3415"/>
    <w:rPr>
      <w:rFonts w:ascii="Calibri Light" w:hAnsi="Calibri Light" w:cs="Calibri Light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BB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B. Józsi</dc:creator>
  <cp:keywords/>
  <dc:description/>
  <cp:lastModifiedBy>User</cp:lastModifiedBy>
  <cp:revision>2</cp:revision>
  <cp:lastPrinted>2016-10-20T08:57:00Z</cp:lastPrinted>
  <dcterms:created xsi:type="dcterms:W3CDTF">2016-10-21T10:18:00Z</dcterms:created>
  <dcterms:modified xsi:type="dcterms:W3CDTF">2016-10-21T10:18:00Z</dcterms:modified>
</cp:coreProperties>
</file>